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8C5C12" w14:textId="77777777" w:rsidR="00F257C7" w:rsidRPr="009234BC" w:rsidRDefault="00CD6897" w:rsidP="00F257C7">
      <w:pPr>
        <w:spacing w:line="240" w:lineRule="auto"/>
        <w:jc w:val="right"/>
        <w:rPr>
          <w:rFonts w:ascii="Corbel" w:hAnsi="Corbel"/>
          <w:bCs/>
          <w:i/>
        </w:rPr>
      </w:pP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="00F257C7" w:rsidRPr="009234BC">
        <w:rPr>
          <w:rFonts w:ascii="Corbel" w:hAnsi="Corbel"/>
          <w:bCs/>
          <w:i/>
        </w:rPr>
        <w:t>Załącznik nr 1.5 do Zarządzenia Rektora UR  nr 12/2019</w:t>
      </w:r>
    </w:p>
    <w:p w14:paraId="39B4E3EC" w14:textId="77777777" w:rsidR="00F257C7" w:rsidRPr="009234BC" w:rsidRDefault="00F257C7" w:rsidP="00F257C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234BC">
        <w:rPr>
          <w:rFonts w:ascii="Corbel" w:hAnsi="Corbel"/>
          <w:b/>
          <w:smallCaps/>
          <w:sz w:val="24"/>
          <w:szCs w:val="24"/>
        </w:rPr>
        <w:t>SYLABUS</w:t>
      </w:r>
    </w:p>
    <w:p w14:paraId="6B98B637" w14:textId="77777777" w:rsidR="00F257C7" w:rsidRPr="009234BC" w:rsidRDefault="00F257C7" w:rsidP="00F257C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234B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9234BC">
        <w:rPr>
          <w:rFonts w:ascii="Corbel" w:hAnsi="Corbel"/>
          <w:smallCaps/>
          <w:sz w:val="24"/>
          <w:szCs w:val="24"/>
        </w:rPr>
        <w:t>2020-2022</w:t>
      </w:r>
    </w:p>
    <w:p w14:paraId="5C9341E2" w14:textId="77777777" w:rsidR="00F257C7" w:rsidRPr="009234BC" w:rsidRDefault="00F257C7" w:rsidP="00F257C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34BC">
        <w:rPr>
          <w:rFonts w:ascii="Corbel" w:hAnsi="Corbel"/>
          <w:sz w:val="20"/>
          <w:szCs w:val="20"/>
        </w:rPr>
        <w:t>Rok akademicki: 2021/2022</w:t>
      </w:r>
    </w:p>
    <w:p w14:paraId="79DA1CB0" w14:textId="2C71385F" w:rsidR="0085747A" w:rsidRPr="009234BC" w:rsidRDefault="0085747A" w:rsidP="00F257C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F8B8CBD" w14:textId="77777777" w:rsidR="0085747A" w:rsidRPr="009234B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234BC">
        <w:rPr>
          <w:rFonts w:ascii="Corbel" w:hAnsi="Corbel"/>
          <w:szCs w:val="24"/>
        </w:rPr>
        <w:t xml:space="preserve">1. </w:t>
      </w:r>
      <w:r w:rsidR="0085747A" w:rsidRPr="009234BC">
        <w:rPr>
          <w:rFonts w:ascii="Corbel" w:hAnsi="Corbel"/>
          <w:szCs w:val="24"/>
        </w:rPr>
        <w:t xml:space="preserve">Podstawowe </w:t>
      </w:r>
      <w:r w:rsidR="00445970" w:rsidRPr="009234B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234BC" w14:paraId="53B803D1" w14:textId="77777777" w:rsidTr="00B819C8">
        <w:tc>
          <w:tcPr>
            <w:tcW w:w="2694" w:type="dxa"/>
            <w:vAlign w:val="center"/>
          </w:tcPr>
          <w:p w14:paraId="67A311CA" w14:textId="77777777" w:rsidR="0085747A" w:rsidRPr="009234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EE5822" w14:textId="1672BD8A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Rachunek kosztów </w:t>
            </w:r>
          </w:p>
        </w:tc>
      </w:tr>
      <w:tr w:rsidR="0085747A" w:rsidRPr="009234BC" w14:paraId="5057A5CB" w14:textId="77777777" w:rsidTr="00B819C8">
        <w:tc>
          <w:tcPr>
            <w:tcW w:w="2694" w:type="dxa"/>
            <w:vAlign w:val="center"/>
          </w:tcPr>
          <w:p w14:paraId="55773F51" w14:textId="77777777" w:rsidR="0085747A" w:rsidRPr="009234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234B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C4F0D3" w14:textId="36A3C119" w:rsidR="0085747A" w:rsidRPr="009234BC" w:rsidRDefault="007355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E/II/EUB/C-1.1c</w:t>
            </w:r>
          </w:p>
        </w:tc>
      </w:tr>
      <w:tr w:rsidR="0085747A" w:rsidRPr="009234BC" w14:paraId="34A4AEC3" w14:textId="77777777" w:rsidTr="00B819C8">
        <w:tc>
          <w:tcPr>
            <w:tcW w:w="2694" w:type="dxa"/>
            <w:vAlign w:val="center"/>
          </w:tcPr>
          <w:p w14:paraId="4D80401A" w14:textId="77777777" w:rsidR="0085747A" w:rsidRPr="009234B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N</w:t>
            </w:r>
            <w:r w:rsidR="0085747A" w:rsidRPr="009234B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234B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C27F9BD" w14:textId="77777777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234BC" w14:paraId="5FD3D6FD" w14:textId="77777777" w:rsidTr="00B819C8">
        <w:tc>
          <w:tcPr>
            <w:tcW w:w="2694" w:type="dxa"/>
            <w:vAlign w:val="center"/>
          </w:tcPr>
          <w:p w14:paraId="2CD14648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821105" w14:textId="73E3A1CD" w:rsidR="0085747A" w:rsidRPr="009234BC" w:rsidRDefault="00F257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234BC" w14:paraId="023E12FB" w14:textId="77777777" w:rsidTr="00B819C8">
        <w:tc>
          <w:tcPr>
            <w:tcW w:w="2694" w:type="dxa"/>
            <w:vAlign w:val="center"/>
          </w:tcPr>
          <w:p w14:paraId="5CEB9095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169AD0" w14:textId="2CDA40F2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9234BC" w14:paraId="4643EA3C" w14:textId="77777777" w:rsidTr="00B819C8">
        <w:tc>
          <w:tcPr>
            <w:tcW w:w="2694" w:type="dxa"/>
            <w:vAlign w:val="center"/>
          </w:tcPr>
          <w:p w14:paraId="226ACC80" w14:textId="77777777" w:rsidR="0085747A" w:rsidRPr="009234B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340F82" w14:textId="0C867F55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F257C7" w:rsidRPr="009234B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234BC" w14:paraId="2A05B249" w14:textId="77777777" w:rsidTr="00B819C8">
        <w:tc>
          <w:tcPr>
            <w:tcW w:w="2694" w:type="dxa"/>
            <w:vAlign w:val="center"/>
          </w:tcPr>
          <w:p w14:paraId="367DCAF3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DFAD3D" w14:textId="77777777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234BC" w14:paraId="1D30EB3F" w14:textId="77777777" w:rsidTr="00B819C8">
        <w:tc>
          <w:tcPr>
            <w:tcW w:w="2694" w:type="dxa"/>
            <w:vAlign w:val="center"/>
          </w:tcPr>
          <w:p w14:paraId="37956C0B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5EAD72" w14:textId="2AD47006" w:rsidR="0085747A" w:rsidRPr="009234BC" w:rsidRDefault="00041C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234BC" w14:paraId="7EEA0F7D" w14:textId="77777777" w:rsidTr="00B819C8">
        <w:tc>
          <w:tcPr>
            <w:tcW w:w="2694" w:type="dxa"/>
            <w:vAlign w:val="center"/>
          </w:tcPr>
          <w:p w14:paraId="78BD9B09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234BC">
              <w:rPr>
                <w:rFonts w:ascii="Corbel" w:hAnsi="Corbel"/>
                <w:sz w:val="24"/>
                <w:szCs w:val="24"/>
              </w:rPr>
              <w:t>/y</w:t>
            </w:r>
            <w:r w:rsidRPr="009234B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CF1AF98" w14:textId="215BBD1F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234BC" w14:paraId="1C55D4C3" w14:textId="77777777" w:rsidTr="00B819C8">
        <w:tc>
          <w:tcPr>
            <w:tcW w:w="2694" w:type="dxa"/>
            <w:vAlign w:val="center"/>
          </w:tcPr>
          <w:p w14:paraId="7461343B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1DA528" w14:textId="3A0F6478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234BC" w14:paraId="4BC90147" w14:textId="77777777" w:rsidTr="00B819C8">
        <w:tc>
          <w:tcPr>
            <w:tcW w:w="2694" w:type="dxa"/>
            <w:vAlign w:val="center"/>
          </w:tcPr>
          <w:p w14:paraId="23CFFF87" w14:textId="77777777" w:rsidR="00923D7D" w:rsidRPr="009234B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8AAAD7" w14:textId="77777777" w:rsidR="00923D7D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234BC" w14:paraId="0A7DFA27" w14:textId="77777777" w:rsidTr="00B819C8">
        <w:tc>
          <w:tcPr>
            <w:tcW w:w="2694" w:type="dxa"/>
            <w:vAlign w:val="center"/>
          </w:tcPr>
          <w:p w14:paraId="7942CE57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F2DFBC" w14:textId="76C78028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85747A" w:rsidRPr="009234BC" w14:paraId="1A0118BC" w14:textId="77777777" w:rsidTr="00B819C8">
        <w:tc>
          <w:tcPr>
            <w:tcW w:w="2694" w:type="dxa"/>
            <w:vAlign w:val="center"/>
          </w:tcPr>
          <w:p w14:paraId="1DF26F41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A2D638" w14:textId="23008A50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</w:tbl>
    <w:p w14:paraId="371E9779" w14:textId="682B8526" w:rsidR="0085747A" w:rsidRPr="009234B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 xml:space="preserve">* </w:t>
      </w:r>
      <w:r w:rsidR="00B90885" w:rsidRPr="009234B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234BC">
        <w:rPr>
          <w:rFonts w:ascii="Corbel" w:hAnsi="Corbel"/>
          <w:b w:val="0"/>
          <w:sz w:val="24"/>
          <w:szCs w:val="24"/>
        </w:rPr>
        <w:t>e,</w:t>
      </w:r>
      <w:r w:rsidR="00AB7A41" w:rsidRPr="009234BC">
        <w:rPr>
          <w:rFonts w:ascii="Corbel" w:hAnsi="Corbel"/>
          <w:b w:val="0"/>
          <w:sz w:val="24"/>
          <w:szCs w:val="24"/>
        </w:rPr>
        <w:t xml:space="preserve"> </w:t>
      </w:r>
      <w:r w:rsidRPr="009234B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234BC">
        <w:rPr>
          <w:rFonts w:ascii="Corbel" w:hAnsi="Corbel"/>
          <w:b w:val="0"/>
          <w:i/>
          <w:sz w:val="24"/>
          <w:szCs w:val="24"/>
        </w:rPr>
        <w:t>w Jednostce</w:t>
      </w:r>
    </w:p>
    <w:p w14:paraId="14873DC6" w14:textId="77777777" w:rsidR="0085747A" w:rsidRPr="009234B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>1.</w:t>
      </w:r>
      <w:r w:rsidR="00E22FBC" w:rsidRPr="009234BC">
        <w:rPr>
          <w:rFonts w:ascii="Corbel" w:hAnsi="Corbel"/>
          <w:sz w:val="24"/>
          <w:szCs w:val="24"/>
        </w:rPr>
        <w:t>1</w:t>
      </w:r>
      <w:r w:rsidRPr="009234B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359A1A9" w14:textId="77777777" w:rsidR="00923D7D" w:rsidRPr="009234B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234BC" w14:paraId="338E7F95" w14:textId="77777777" w:rsidTr="00AB7A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83DF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Semestr</w:t>
            </w:r>
          </w:p>
          <w:p w14:paraId="291ED3AF" w14:textId="77777777" w:rsidR="00015B8F" w:rsidRPr="009234B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(</w:t>
            </w:r>
            <w:r w:rsidR="00363F78" w:rsidRPr="009234B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B9F7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A06F5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9B0C2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CE75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1907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3CFB3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DBAC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F2090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10E4D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234BC">
              <w:rPr>
                <w:rFonts w:ascii="Corbel" w:hAnsi="Corbel"/>
                <w:b/>
                <w:szCs w:val="24"/>
              </w:rPr>
              <w:t>Liczba pkt</w:t>
            </w:r>
            <w:r w:rsidR="00B90885" w:rsidRPr="009234BC">
              <w:rPr>
                <w:rFonts w:ascii="Corbel" w:hAnsi="Corbel"/>
                <w:b/>
                <w:szCs w:val="24"/>
              </w:rPr>
              <w:t>.</w:t>
            </w:r>
            <w:r w:rsidRPr="009234B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B7A41" w:rsidRPr="009234BC" w14:paraId="50813F4F" w14:textId="77777777" w:rsidTr="00AB7A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4846" w14:textId="19BFF294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9AC5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3C6D" w14:textId="42A85D22" w:rsidR="00AB7A41" w:rsidRPr="009234BC" w:rsidRDefault="00041C2C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F8AA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6E24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59DC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0D49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847B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5028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D08C" w14:textId="23B42B1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4041CE1" w14:textId="77777777" w:rsidR="00923D7D" w:rsidRPr="009234B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D4B376" w14:textId="77777777" w:rsidR="0085747A" w:rsidRPr="009234B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>1.</w:t>
      </w:r>
      <w:r w:rsidR="00E22FBC" w:rsidRPr="009234BC">
        <w:rPr>
          <w:rFonts w:ascii="Corbel" w:hAnsi="Corbel"/>
          <w:smallCaps w:val="0"/>
          <w:szCs w:val="24"/>
        </w:rPr>
        <w:t>2</w:t>
      </w:r>
      <w:r w:rsidR="00F83B28" w:rsidRPr="009234BC">
        <w:rPr>
          <w:rFonts w:ascii="Corbel" w:hAnsi="Corbel"/>
          <w:smallCaps w:val="0"/>
          <w:szCs w:val="24"/>
        </w:rPr>
        <w:t>.</w:t>
      </w:r>
      <w:r w:rsidR="00F83B28" w:rsidRPr="009234BC">
        <w:rPr>
          <w:rFonts w:ascii="Corbel" w:hAnsi="Corbel"/>
          <w:smallCaps w:val="0"/>
          <w:szCs w:val="24"/>
        </w:rPr>
        <w:tab/>
      </w:r>
      <w:r w:rsidRPr="009234BC">
        <w:rPr>
          <w:rFonts w:ascii="Corbel" w:hAnsi="Corbel"/>
          <w:smallCaps w:val="0"/>
          <w:szCs w:val="24"/>
        </w:rPr>
        <w:t xml:space="preserve">Sposób realizacji zajęć  </w:t>
      </w:r>
    </w:p>
    <w:p w14:paraId="25A3D0C9" w14:textId="77777777" w:rsidR="00F257C7" w:rsidRPr="009234BC" w:rsidRDefault="00F257C7" w:rsidP="00F257C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34B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234B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234BC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188D76CE" w14:textId="77777777" w:rsidR="00F257C7" w:rsidRPr="009234BC" w:rsidRDefault="00F257C7" w:rsidP="00F257C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34BC">
        <w:rPr>
          <w:rFonts w:ascii="MS Gothic" w:eastAsia="MS Gothic" w:hAnsi="MS Gothic" w:cs="MS Gothic" w:hint="eastAsia"/>
          <w:b w:val="0"/>
          <w:szCs w:val="24"/>
        </w:rPr>
        <w:t>☐</w:t>
      </w:r>
      <w:r w:rsidRPr="009234B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2E441D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594707" w14:textId="77777777" w:rsidR="00F257C7" w:rsidRPr="009234BC" w:rsidRDefault="00F257C7" w:rsidP="00F257C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1.3 </w:t>
      </w:r>
      <w:r w:rsidRPr="009234B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9234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A06CE62" w14:textId="77777777" w:rsidR="00F257C7" w:rsidRPr="009234BC" w:rsidRDefault="00F257C7" w:rsidP="00F257C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234BC">
        <w:rPr>
          <w:rFonts w:ascii="Corbel" w:hAnsi="Corbel"/>
          <w:b w:val="0"/>
          <w:smallCaps w:val="0"/>
          <w:szCs w:val="24"/>
        </w:rPr>
        <w:t>zaliczenie z oceną</w:t>
      </w:r>
    </w:p>
    <w:p w14:paraId="0C9476DA" w14:textId="77777777" w:rsidR="00E960BB" w:rsidRPr="009234B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404E5B" w14:textId="7FEBE810" w:rsidR="00AB7A41" w:rsidRPr="009234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234BC">
        <w:rPr>
          <w:rFonts w:ascii="Corbel" w:hAnsi="Corbel"/>
          <w:szCs w:val="24"/>
        </w:rPr>
        <w:t xml:space="preserve">2.Wymagania wstępne </w:t>
      </w:r>
    </w:p>
    <w:p w14:paraId="18329930" w14:textId="77777777" w:rsidR="00AB7A41" w:rsidRPr="009234BC" w:rsidRDefault="00AB7A41" w:rsidP="00F257C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34BC" w14:paraId="063D391F" w14:textId="77777777" w:rsidTr="00745302">
        <w:tc>
          <w:tcPr>
            <w:tcW w:w="9670" w:type="dxa"/>
          </w:tcPr>
          <w:p w14:paraId="3E8EC58B" w14:textId="1328FBB3" w:rsidR="0085747A" w:rsidRPr="009234BC" w:rsidRDefault="00AB7A41" w:rsidP="00F257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 rachunkowości.</w:t>
            </w:r>
          </w:p>
        </w:tc>
      </w:tr>
    </w:tbl>
    <w:p w14:paraId="75C502A5" w14:textId="77777777" w:rsidR="00153C41" w:rsidRPr="009234B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9B4082" w14:textId="77777777" w:rsidR="00F257C7" w:rsidRPr="009234BC" w:rsidRDefault="00F257C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8F2183" w14:textId="77777777" w:rsidR="00F257C7" w:rsidRPr="009234BC" w:rsidRDefault="00F257C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037079" w14:textId="0B0680FD" w:rsidR="0085747A" w:rsidRPr="009234B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234BC">
        <w:rPr>
          <w:rFonts w:ascii="Corbel" w:hAnsi="Corbel"/>
          <w:szCs w:val="24"/>
        </w:rPr>
        <w:t>3.</w:t>
      </w:r>
      <w:r w:rsidR="00A84C85" w:rsidRPr="009234BC">
        <w:rPr>
          <w:rFonts w:ascii="Corbel" w:hAnsi="Corbel"/>
          <w:szCs w:val="24"/>
        </w:rPr>
        <w:t>cele, efekty uczenia się</w:t>
      </w:r>
      <w:r w:rsidR="0085747A" w:rsidRPr="009234BC">
        <w:rPr>
          <w:rFonts w:ascii="Corbel" w:hAnsi="Corbel"/>
          <w:szCs w:val="24"/>
        </w:rPr>
        <w:t xml:space="preserve"> , treści Programowe i stosowane metody Dydaktyczne</w:t>
      </w:r>
    </w:p>
    <w:p w14:paraId="78FEA799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708A06" w14:textId="77777777" w:rsidR="0085747A" w:rsidRPr="009234B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9234BC">
        <w:rPr>
          <w:rFonts w:ascii="Corbel" w:hAnsi="Corbel"/>
          <w:sz w:val="24"/>
          <w:szCs w:val="24"/>
        </w:rPr>
        <w:t>Cele przedmiotu</w:t>
      </w:r>
    </w:p>
    <w:p w14:paraId="646BE251" w14:textId="77777777" w:rsidR="00F83B28" w:rsidRPr="009234B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770A1" w:rsidRPr="009234BC" w14:paraId="282CCE83" w14:textId="77777777" w:rsidTr="009770A1">
        <w:tc>
          <w:tcPr>
            <w:tcW w:w="841" w:type="dxa"/>
            <w:vAlign w:val="center"/>
          </w:tcPr>
          <w:p w14:paraId="19D62AF9" w14:textId="59AEB280" w:rsidR="009770A1" w:rsidRPr="009234BC" w:rsidRDefault="009770A1" w:rsidP="00F257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483B5B5D" w14:textId="1E02D09D" w:rsidR="009770A1" w:rsidRPr="009234BC" w:rsidRDefault="009770A1" w:rsidP="00F257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Nabycie umiejętności grupowania kosztów w różnych przekrojach i wariantach ewidencyjnych, z uwzględnieniem rozliczeń międzyokresowych czynnych i biernych oraz ustalania wyniku finansowego. </w:t>
            </w:r>
          </w:p>
        </w:tc>
      </w:tr>
      <w:tr w:rsidR="009770A1" w:rsidRPr="009234BC" w14:paraId="76EC2B59" w14:textId="77777777" w:rsidTr="009770A1">
        <w:tc>
          <w:tcPr>
            <w:tcW w:w="841" w:type="dxa"/>
            <w:vAlign w:val="center"/>
          </w:tcPr>
          <w:p w14:paraId="59FB3541" w14:textId="6D09D107" w:rsidR="009770A1" w:rsidRPr="009234BC" w:rsidRDefault="009770A1" w:rsidP="00F257C7">
            <w:pPr>
              <w:pStyle w:val="Cele"/>
              <w:spacing w:before="40" w:after="40"/>
              <w:ind w:left="0" w:firstLine="0"/>
              <w:rPr>
                <w:rFonts w:ascii="Corbel" w:hAnsi="Corbel"/>
                <w:bCs/>
                <w:sz w:val="24"/>
                <w:szCs w:val="24"/>
              </w:rPr>
            </w:pPr>
            <w:r w:rsidRPr="009234BC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1536EB43" w14:textId="2CA4EA03" w:rsidR="009770A1" w:rsidRPr="009234BC" w:rsidRDefault="009770A1" w:rsidP="00F257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Nabycie umiejętności praktycznego wykorzystania kalkulacyjnego i nośnikowego rachunku kosztów. </w:t>
            </w:r>
          </w:p>
        </w:tc>
      </w:tr>
    </w:tbl>
    <w:p w14:paraId="573321E9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A8D257" w14:textId="77777777" w:rsidR="001D7B54" w:rsidRPr="009234B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b/>
          <w:sz w:val="24"/>
          <w:szCs w:val="24"/>
        </w:rPr>
        <w:t xml:space="preserve">3.2 </w:t>
      </w:r>
      <w:r w:rsidR="001D7B54" w:rsidRPr="009234BC">
        <w:rPr>
          <w:rFonts w:ascii="Corbel" w:hAnsi="Corbel"/>
          <w:b/>
          <w:sz w:val="24"/>
          <w:szCs w:val="24"/>
        </w:rPr>
        <w:t xml:space="preserve">Efekty </w:t>
      </w:r>
      <w:r w:rsidR="00C05F44" w:rsidRPr="009234B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234BC">
        <w:rPr>
          <w:rFonts w:ascii="Corbel" w:hAnsi="Corbel"/>
          <w:b/>
          <w:sz w:val="24"/>
          <w:szCs w:val="24"/>
        </w:rPr>
        <w:t>dla przedmiotu</w:t>
      </w:r>
    </w:p>
    <w:p w14:paraId="6A9A469E" w14:textId="77777777" w:rsidR="001D7B54" w:rsidRPr="009234B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234BC" w14:paraId="7AD6F2BF" w14:textId="77777777" w:rsidTr="78083821">
        <w:tc>
          <w:tcPr>
            <w:tcW w:w="1681" w:type="dxa"/>
            <w:vAlign w:val="center"/>
          </w:tcPr>
          <w:p w14:paraId="3B9414A2" w14:textId="77777777" w:rsidR="0085747A" w:rsidRPr="009234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234B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234B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E860A5" w14:textId="77777777" w:rsidR="0085747A" w:rsidRPr="009234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FD072F4" w14:textId="77777777" w:rsidR="0085747A" w:rsidRPr="009234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234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70A1" w:rsidRPr="009234BC" w14:paraId="157BDF49" w14:textId="77777777" w:rsidTr="78083821">
        <w:tc>
          <w:tcPr>
            <w:tcW w:w="1681" w:type="dxa"/>
          </w:tcPr>
          <w:p w14:paraId="232B902F" w14:textId="4007E8C3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59472C38" w14:textId="224DA1C4" w:rsidR="009770A1" w:rsidRPr="009234BC" w:rsidRDefault="3F22FEE4" w:rsidP="780838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234BC">
              <w:rPr>
                <w:rFonts w:ascii="Corbel" w:hAnsi="Corbel"/>
                <w:b w:val="0"/>
                <w:smallCaps w:val="0"/>
              </w:rPr>
              <w:t>Zna i rozumie w pogłębionym stopniu różne warianty ewidencyjne i sprawozdawcze kosztów i ich znaczenie w procesie zarządzania.</w:t>
            </w:r>
          </w:p>
        </w:tc>
        <w:tc>
          <w:tcPr>
            <w:tcW w:w="1865" w:type="dxa"/>
          </w:tcPr>
          <w:p w14:paraId="423460AD" w14:textId="0107CF73" w:rsidR="001838E6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1A7855AF" w14:textId="20A70340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2215B" w:rsidRPr="009234B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9770A1" w:rsidRPr="009234BC" w14:paraId="6EF0412D" w14:textId="77777777" w:rsidTr="78083821">
        <w:tc>
          <w:tcPr>
            <w:tcW w:w="1681" w:type="dxa"/>
          </w:tcPr>
          <w:p w14:paraId="4C31BCA6" w14:textId="1BAB2C3C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B1F10EF" w14:textId="10CCC6D4" w:rsidR="009770A1" w:rsidRPr="009234BC" w:rsidRDefault="009770A1" w:rsidP="00B01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Potrafi zastosować w praktyce różne warianty ewidencji kosztów, z uwzględnieniem rozliczeń międzyokresowych; właściwie analizować procesy kosztowe i wynikowe zachodzące w przedsiębiorstwie, w tym ustalić wynik finansowy oraz sporządzić rachunek zysków i strat w wariancie kalkulacyjnym i porównawczym.</w:t>
            </w:r>
          </w:p>
        </w:tc>
        <w:tc>
          <w:tcPr>
            <w:tcW w:w="1865" w:type="dxa"/>
          </w:tcPr>
          <w:p w14:paraId="67E10641" w14:textId="79DCBDA2" w:rsidR="001838E6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2215B" w:rsidRPr="009234BC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1AF45C01" w14:textId="3EB9D2E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2215B" w:rsidRPr="009234BC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61D9787D" w14:textId="7777777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70A1" w:rsidRPr="009234BC" w14:paraId="7FBDC819" w14:textId="77777777" w:rsidTr="78083821">
        <w:tc>
          <w:tcPr>
            <w:tcW w:w="1681" w:type="dxa"/>
          </w:tcPr>
          <w:p w14:paraId="12015F86" w14:textId="2B7A538D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9BA5B0A" w14:textId="0EE4231D" w:rsidR="009770A1" w:rsidRPr="009234BC" w:rsidRDefault="009770A1" w:rsidP="00B01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Potrafi obliczyć koszty jednostkowe, dobierając właściwe metody kalkulacyjne, z uwzględnieniem profilu działalności oraz specyfiki procesu technologicznego.  </w:t>
            </w:r>
          </w:p>
        </w:tc>
        <w:tc>
          <w:tcPr>
            <w:tcW w:w="1865" w:type="dxa"/>
          </w:tcPr>
          <w:p w14:paraId="6123CFAC" w14:textId="78D4A5C7" w:rsidR="009770A1" w:rsidRPr="009234BC" w:rsidRDefault="009770A1" w:rsidP="001838E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K_U0</w:t>
            </w:r>
            <w:r w:rsidR="00B2215B" w:rsidRPr="009234BC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  <w:p w14:paraId="5D4373C9" w14:textId="7777777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70A1" w:rsidRPr="009234BC" w14:paraId="683CE902" w14:textId="77777777" w:rsidTr="78083821">
        <w:tc>
          <w:tcPr>
            <w:tcW w:w="1681" w:type="dxa"/>
          </w:tcPr>
          <w:p w14:paraId="661E8557" w14:textId="35E2E5E8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BEE3C3D" w14:textId="5C9AC8C0" w:rsidR="009770A1" w:rsidRPr="009234BC" w:rsidRDefault="009770A1" w:rsidP="00B01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Jest gotów do świadomego wykorzystywania informacji finansowych w procesie przygotowania i realizacji projektów naukowych i gospodarczych. </w:t>
            </w:r>
          </w:p>
        </w:tc>
        <w:tc>
          <w:tcPr>
            <w:tcW w:w="1865" w:type="dxa"/>
          </w:tcPr>
          <w:p w14:paraId="391454ED" w14:textId="18F6B6ED" w:rsidR="009770A1" w:rsidRPr="009234BC" w:rsidRDefault="009770A1" w:rsidP="001838E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="00693C5F" w:rsidRPr="009234B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  <w:p w14:paraId="3D89BDA3" w14:textId="7777777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EB25E5F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B1C96" w14:textId="77777777" w:rsidR="0085747A" w:rsidRPr="009234B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234BC">
        <w:rPr>
          <w:rFonts w:ascii="Corbel" w:hAnsi="Corbel"/>
          <w:b/>
          <w:sz w:val="24"/>
          <w:szCs w:val="24"/>
        </w:rPr>
        <w:t>3.3</w:t>
      </w:r>
      <w:r w:rsidR="0085747A" w:rsidRPr="009234BC">
        <w:rPr>
          <w:rFonts w:ascii="Corbel" w:hAnsi="Corbel"/>
          <w:b/>
          <w:sz w:val="24"/>
          <w:szCs w:val="24"/>
        </w:rPr>
        <w:t>T</w:t>
      </w:r>
      <w:r w:rsidR="001D7B54" w:rsidRPr="009234BC">
        <w:rPr>
          <w:rFonts w:ascii="Corbel" w:hAnsi="Corbel"/>
          <w:b/>
          <w:sz w:val="24"/>
          <w:szCs w:val="24"/>
        </w:rPr>
        <w:t xml:space="preserve">reści programowe </w:t>
      </w:r>
    </w:p>
    <w:p w14:paraId="63D7D1A2" w14:textId="77777777" w:rsidR="0085747A" w:rsidRPr="009234B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921E8C" w14:textId="77777777" w:rsidR="0085747A" w:rsidRPr="009234BC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234BC">
        <w:rPr>
          <w:rFonts w:ascii="Corbel" w:hAnsi="Corbel"/>
          <w:sz w:val="24"/>
          <w:szCs w:val="24"/>
        </w:rPr>
        <w:t xml:space="preserve">, </w:t>
      </w:r>
      <w:r w:rsidRPr="009234BC">
        <w:rPr>
          <w:rFonts w:ascii="Corbel" w:hAnsi="Corbel"/>
          <w:sz w:val="24"/>
          <w:szCs w:val="24"/>
        </w:rPr>
        <w:t xml:space="preserve">zajęć praktycznych </w:t>
      </w:r>
    </w:p>
    <w:p w14:paraId="25AAD3E0" w14:textId="77777777" w:rsidR="0085747A" w:rsidRPr="009234B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34BC" w14:paraId="7BAF45AD" w14:textId="77777777" w:rsidTr="009770A1">
        <w:tc>
          <w:tcPr>
            <w:tcW w:w="9520" w:type="dxa"/>
          </w:tcPr>
          <w:p w14:paraId="258F0B3F" w14:textId="77777777" w:rsidR="0085747A" w:rsidRPr="009234BC" w:rsidRDefault="0085747A" w:rsidP="006B4CD9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70A1" w:rsidRPr="009234BC" w14:paraId="3CCF6BD1" w14:textId="77777777" w:rsidTr="009770A1">
        <w:tc>
          <w:tcPr>
            <w:tcW w:w="9520" w:type="dxa"/>
          </w:tcPr>
          <w:p w14:paraId="0E10FD3B" w14:textId="05CA5AB2" w:rsidR="009770A1" w:rsidRPr="009234BC" w:rsidRDefault="009770A1" w:rsidP="006B4C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color w:val="000000"/>
                <w:sz w:val="24"/>
                <w:szCs w:val="24"/>
              </w:rPr>
              <w:t xml:space="preserve">Klasyfikacja, wycena i ewidencja kosztów z uwzględnieniem profilu działalności przedsiębiorstwa – wariant uproszczony i rozwinięty. </w:t>
            </w:r>
          </w:p>
        </w:tc>
      </w:tr>
      <w:tr w:rsidR="009770A1" w:rsidRPr="009234BC" w14:paraId="3119AE13" w14:textId="77777777" w:rsidTr="009770A1">
        <w:tc>
          <w:tcPr>
            <w:tcW w:w="9520" w:type="dxa"/>
          </w:tcPr>
          <w:p w14:paraId="70A62656" w14:textId="3F0621A6" w:rsidR="009770A1" w:rsidRPr="009234BC" w:rsidRDefault="009770A1" w:rsidP="006B4C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Rozliczenia międzyokresowe kosztów – czynne i bierne.</w:t>
            </w:r>
          </w:p>
        </w:tc>
      </w:tr>
      <w:tr w:rsidR="009770A1" w:rsidRPr="009234BC" w14:paraId="3F677D7C" w14:textId="77777777" w:rsidTr="009770A1">
        <w:tc>
          <w:tcPr>
            <w:tcW w:w="9520" w:type="dxa"/>
          </w:tcPr>
          <w:p w14:paraId="16B52C0C" w14:textId="6945C5FA" w:rsidR="009770A1" w:rsidRPr="009234BC" w:rsidRDefault="009770A1" w:rsidP="006B4C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Ustalanie wyniku finansowego w wariancie kalkulacyjny, rachunek zysków i strat kalkulacyjny.</w:t>
            </w:r>
          </w:p>
        </w:tc>
      </w:tr>
      <w:tr w:rsidR="009770A1" w:rsidRPr="009234BC" w14:paraId="4DE2BB3E" w14:textId="77777777" w:rsidTr="009770A1">
        <w:tc>
          <w:tcPr>
            <w:tcW w:w="9520" w:type="dxa"/>
          </w:tcPr>
          <w:p w14:paraId="1138DF7F" w14:textId="34C8FE82" w:rsidR="009770A1" w:rsidRPr="009234BC" w:rsidRDefault="009770A1" w:rsidP="006B4C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Ustalanie wyniku finansowego w wariancie porównawczy, rachunek zysków i strat porównawczy.</w:t>
            </w:r>
          </w:p>
        </w:tc>
      </w:tr>
      <w:tr w:rsidR="009770A1" w:rsidRPr="009234BC" w14:paraId="3F6BE7A0" w14:textId="77777777" w:rsidTr="009770A1">
        <w:tc>
          <w:tcPr>
            <w:tcW w:w="9520" w:type="dxa"/>
          </w:tcPr>
          <w:p w14:paraId="7C681148" w14:textId="1DD89047" w:rsidR="009770A1" w:rsidRPr="009234BC" w:rsidRDefault="009770A1" w:rsidP="006B4C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color w:val="000000"/>
                <w:sz w:val="24"/>
                <w:szCs w:val="24"/>
              </w:rPr>
              <w:t xml:space="preserve">Koszt wytworzenia jako podstawa wyceny produktów: wycena produktów według kosztów rzeczywistych oraz planowanych, ustalanie i rozliczanie odchyleń. </w:t>
            </w:r>
          </w:p>
        </w:tc>
      </w:tr>
      <w:tr w:rsidR="009770A1" w:rsidRPr="009234BC" w14:paraId="3B1CB2F1" w14:textId="77777777" w:rsidTr="009770A1">
        <w:tc>
          <w:tcPr>
            <w:tcW w:w="9520" w:type="dxa"/>
          </w:tcPr>
          <w:p w14:paraId="29A1B154" w14:textId="1823BF79" w:rsidR="009770A1" w:rsidRPr="009234BC" w:rsidRDefault="009770A1" w:rsidP="006B4C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Kalkulacja kosztów jednostkowych: dobór metod kalkulacyjnych z uwzględnieniem profilu działalności oraz specyfiki procesu technologicznego.</w:t>
            </w:r>
          </w:p>
        </w:tc>
      </w:tr>
    </w:tbl>
    <w:p w14:paraId="57098FB5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DAE986" w14:textId="77777777" w:rsidR="0085747A" w:rsidRPr="009234B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>3.4 Metody dydaktyczne</w:t>
      </w:r>
    </w:p>
    <w:p w14:paraId="7D3D7A31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35565" w14:textId="632443C3" w:rsidR="009770A1" w:rsidRPr="009234BC" w:rsidRDefault="009770A1" w:rsidP="009770A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234BC">
        <w:rPr>
          <w:rFonts w:ascii="Corbel" w:hAnsi="Corbel"/>
          <w:b w:val="0"/>
          <w:smallCaps w:val="0"/>
          <w:szCs w:val="24"/>
        </w:rPr>
        <w:t xml:space="preserve">Ćwiczenia: praca zespołowa, rozwiązywanie zdań, dyskusja, analiza i interpretacja danych finansowych. </w:t>
      </w:r>
    </w:p>
    <w:p w14:paraId="0D65CC08" w14:textId="77777777" w:rsidR="00E960BB" w:rsidRPr="009234B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64D784" w14:textId="77777777" w:rsidR="0085747A" w:rsidRPr="009234B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4. </w:t>
      </w:r>
      <w:r w:rsidR="0085747A" w:rsidRPr="009234BC">
        <w:rPr>
          <w:rFonts w:ascii="Corbel" w:hAnsi="Corbel"/>
          <w:smallCaps w:val="0"/>
          <w:szCs w:val="24"/>
        </w:rPr>
        <w:t>METODY I KRYTERIA OCENY</w:t>
      </w:r>
    </w:p>
    <w:p w14:paraId="4CACAEB5" w14:textId="77777777" w:rsidR="00923D7D" w:rsidRPr="009234B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B721BC" w14:textId="77777777" w:rsidR="0085747A" w:rsidRPr="009234B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234BC">
        <w:rPr>
          <w:rFonts w:ascii="Corbel" w:hAnsi="Corbel"/>
          <w:smallCaps w:val="0"/>
          <w:szCs w:val="24"/>
        </w:rPr>
        <w:t>uczenia się</w:t>
      </w:r>
    </w:p>
    <w:p w14:paraId="6795E3D0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234BC" w14:paraId="3C9F5661" w14:textId="77777777" w:rsidTr="009770A1">
        <w:tc>
          <w:tcPr>
            <w:tcW w:w="1962" w:type="dxa"/>
            <w:vAlign w:val="center"/>
          </w:tcPr>
          <w:p w14:paraId="7C519D71" w14:textId="77777777" w:rsidR="0085747A" w:rsidRPr="009234B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211F40E" w14:textId="77777777" w:rsidR="0085747A" w:rsidRPr="009234B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CCAE9A" w14:textId="77777777" w:rsidR="0085747A" w:rsidRPr="009234B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532AE6" w14:textId="77777777" w:rsidR="00923D7D" w:rsidRPr="009234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A1BB68" w14:textId="77777777" w:rsidR="0085747A" w:rsidRPr="009234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770A1" w:rsidRPr="009234BC" w14:paraId="6FC5FCEA" w14:textId="77777777" w:rsidTr="009770A1">
        <w:tc>
          <w:tcPr>
            <w:tcW w:w="1962" w:type="dxa"/>
          </w:tcPr>
          <w:p w14:paraId="47C199A9" w14:textId="5C70A53F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6930BABD" w14:textId="76666B2F" w:rsidR="009770A1" w:rsidRPr="009234BC" w:rsidRDefault="007355EA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770A1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D78D668" w14:textId="2463E843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9234BC" w14:paraId="77FB9F60" w14:textId="77777777" w:rsidTr="009770A1">
        <w:tc>
          <w:tcPr>
            <w:tcW w:w="1962" w:type="dxa"/>
          </w:tcPr>
          <w:p w14:paraId="1C6A4A3A" w14:textId="6F7C82BA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4AE511D" w14:textId="379F14E8" w:rsidR="009770A1" w:rsidRPr="009234BC" w:rsidRDefault="007355EA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770A1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E6A884C" w14:textId="27D22849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9234BC" w14:paraId="74DA32DD" w14:textId="77777777" w:rsidTr="009770A1">
        <w:tc>
          <w:tcPr>
            <w:tcW w:w="1962" w:type="dxa"/>
          </w:tcPr>
          <w:p w14:paraId="5999EB96" w14:textId="5BE9CC57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0EFB954" w14:textId="0E5FFF79" w:rsidR="009770A1" w:rsidRPr="009234BC" w:rsidRDefault="007355EA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770A1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7A58B35" w14:textId="4460391C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9234BC" w14:paraId="3477B0A9" w14:textId="77777777" w:rsidTr="009770A1">
        <w:tc>
          <w:tcPr>
            <w:tcW w:w="1962" w:type="dxa"/>
          </w:tcPr>
          <w:p w14:paraId="1984927F" w14:textId="7DC77F32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DF4E4C9" w14:textId="6967A6D5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6F9B3E9" w14:textId="48783B61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EC11404" w14:textId="77777777" w:rsidR="00923D7D" w:rsidRPr="009234B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29C861" w14:textId="050170EA" w:rsidR="0085747A" w:rsidRPr="009234BC" w:rsidRDefault="0085747A" w:rsidP="007355EA">
      <w:pPr>
        <w:pStyle w:val="Punktygwne"/>
        <w:numPr>
          <w:ilvl w:val="1"/>
          <w:numId w:val="7"/>
        </w:numPr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>Warunki zaliczenia przedmiotu (kryteria oceniania)</w:t>
      </w:r>
    </w:p>
    <w:p w14:paraId="5DF8EC81" w14:textId="77777777" w:rsidR="00923D7D" w:rsidRPr="009234B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34BC" w14:paraId="7D13927B" w14:textId="77777777" w:rsidTr="00923D7D">
        <w:tc>
          <w:tcPr>
            <w:tcW w:w="9670" w:type="dxa"/>
          </w:tcPr>
          <w:p w14:paraId="333FCBB7" w14:textId="24C0404A" w:rsidR="009770A1" w:rsidRPr="009234BC" w:rsidRDefault="007355EA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="009770A1"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177041F" w14:textId="77777777" w:rsidR="009770A1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do poszczególnych działań składających się na zaliczenie:</w:t>
            </w:r>
          </w:p>
          <w:p w14:paraId="3DE5EE88" w14:textId="77777777" w:rsidR="009770A1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  0 – 50%   2,0</w:t>
            </w:r>
          </w:p>
          <w:p w14:paraId="38FCA602" w14:textId="77777777" w:rsidR="009770A1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51 – 60%   3,0 </w:t>
            </w:r>
          </w:p>
          <w:p w14:paraId="4F7962F5" w14:textId="77777777" w:rsidR="009770A1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61 – 70%   3,5</w:t>
            </w:r>
          </w:p>
          <w:p w14:paraId="7ED62EBC" w14:textId="77777777" w:rsidR="009770A1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71 – 80%   4,0</w:t>
            </w:r>
          </w:p>
          <w:p w14:paraId="79CBEB6A" w14:textId="77777777" w:rsidR="009770A1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81 – 90%   4,5</w:t>
            </w:r>
          </w:p>
          <w:p w14:paraId="0EB6276F" w14:textId="7797E0BC" w:rsidR="0085747A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91 – 100% 5,0</w:t>
            </w:r>
          </w:p>
        </w:tc>
      </w:tr>
    </w:tbl>
    <w:p w14:paraId="72E76B9F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18A52E" w14:textId="77777777" w:rsidR="009F4610" w:rsidRPr="009234B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234BC">
        <w:rPr>
          <w:rFonts w:ascii="Corbel" w:hAnsi="Corbel"/>
          <w:b/>
          <w:sz w:val="24"/>
          <w:szCs w:val="24"/>
        </w:rPr>
        <w:t xml:space="preserve">5. </w:t>
      </w:r>
      <w:r w:rsidR="00C61DC5" w:rsidRPr="009234B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3859746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234BC" w14:paraId="09914FA9" w14:textId="77777777" w:rsidTr="009770A1">
        <w:tc>
          <w:tcPr>
            <w:tcW w:w="4902" w:type="dxa"/>
            <w:vAlign w:val="center"/>
          </w:tcPr>
          <w:p w14:paraId="47092FCC" w14:textId="77777777" w:rsidR="0085747A" w:rsidRPr="009234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234B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234B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67B7702" w14:textId="77777777" w:rsidR="0085747A" w:rsidRPr="009234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234B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234B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770A1" w:rsidRPr="009234BC" w14:paraId="3C818AF9" w14:textId="77777777" w:rsidTr="009770A1">
        <w:tc>
          <w:tcPr>
            <w:tcW w:w="4902" w:type="dxa"/>
          </w:tcPr>
          <w:p w14:paraId="26A9C842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A7458DA" w14:textId="2E690EAC" w:rsidR="009770A1" w:rsidRPr="009234BC" w:rsidRDefault="00041C2C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9770A1" w:rsidRPr="009234BC" w14:paraId="6DD67CAD" w14:textId="77777777" w:rsidTr="009770A1">
        <w:tc>
          <w:tcPr>
            <w:tcW w:w="4902" w:type="dxa"/>
          </w:tcPr>
          <w:p w14:paraId="50BD3BE3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AF4D9B" w14:textId="4CF71541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E40FA7E" w14:textId="5370C6F4" w:rsidR="009770A1" w:rsidRPr="009234BC" w:rsidRDefault="007355EA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770A1" w:rsidRPr="009234BC" w14:paraId="7F99F57A" w14:textId="77777777" w:rsidTr="009770A1">
        <w:tc>
          <w:tcPr>
            <w:tcW w:w="4902" w:type="dxa"/>
          </w:tcPr>
          <w:p w14:paraId="58D02ADA" w14:textId="2B14D0C5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7355EA" w:rsidRPr="009234BC">
              <w:rPr>
                <w:rFonts w:ascii="Corbel" w:hAnsi="Corbel"/>
                <w:sz w:val="24"/>
                <w:szCs w:val="24"/>
              </w:rPr>
              <w:t>kolokwium</w:t>
            </w:r>
            <w:r w:rsidRPr="009234B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508D9D7" w14:textId="7FA60593" w:rsidR="009770A1" w:rsidRPr="009234BC" w:rsidRDefault="00041C2C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9770A1" w:rsidRPr="009234BC" w14:paraId="41E695AA" w14:textId="77777777" w:rsidTr="009770A1">
        <w:tc>
          <w:tcPr>
            <w:tcW w:w="4902" w:type="dxa"/>
          </w:tcPr>
          <w:p w14:paraId="506B4A7F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F15C9AC" w14:textId="53DB94CB" w:rsidR="009770A1" w:rsidRPr="009234BC" w:rsidRDefault="009770A1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770A1" w:rsidRPr="009234BC" w14:paraId="46F2D3D8" w14:textId="77777777" w:rsidTr="009770A1">
        <w:tc>
          <w:tcPr>
            <w:tcW w:w="4902" w:type="dxa"/>
          </w:tcPr>
          <w:p w14:paraId="46086DDA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C6B2EE5" w14:textId="29E824F0" w:rsidR="009770A1" w:rsidRPr="009234BC" w:rsidRDefault="009770A1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CB5D856" w14:textId="77777777" w:rsidR="0085747A" w:rsidRPr="009234B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234B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234B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395767" w14:textId="4D41485B" w:rsidR="003E1941" w:rsidRPr="009234B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1B8AD" w14:textId="77777777" w:rsidR="007355EA" w:rsidRPr="009234BC" w:rsidRDefault="007355E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DABD26" w14:textId="77777777" w:rsidR="0085747A" w:rsidRPr="009234B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6. </w:t>
      </w:r>
      <w:r w:rsidR="0085747A" w:rsidRPr="009234BC">
        <w:rPr>
          <w:rFonts w:ascii="Corbel" w:hAnsi="Corbel"/>
          <w:smallCaps w:val="0"/>
          <w:szCs w:val="24"/>
        </w:rPr>
        <w:t>PRAKTYKI ZAWO</w:t>
      </w:r>
      <w:r w:rsidR="009D3F3B" w:rsidRPr="009234BC">
        <w:rPr>
          <w:rFonts w:ascii="Corbel" w:hAnsi="Corbel"/>
          <w:smallCaps w:val="0"/>
          <w:szCs w:val="24"/>
        </w:rPr>
        <w:t>DOWE W RAMACH PRZEDMIOTU</w:t>
      </w:r>
    </w:p>
    <w:p w14:paraId="1B970D29" w14:textId="77777777" w:rsidR="0085747A" w:rsidRPr="009234B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234BC" w14:paraId="57280FF7" w14:textId="77777777" w:rsidTr="009770A1">
        <w:trPr>
          <w:trHeight w:val="397"/>
        </w:trPr>
        <w:tc>
          <w:tcPr>
            <w:tcW w:w="2359" w:type="pct"/>
          </w:tcPr>
          <w:p w14:paraId="0CE093C5" w14:textId="77777777" w:rsidR="0085747A" w:rsidRPr="009234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1E91B70C" w14:textId="5725860F" w:rsidR="0085747A" w:rsidRPr="009234BC" w:rsidRDefault="009770A1" w:rsidP="00041C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234BC" w14:paraId="2E5EAAF6" w14:textId="77777777" w:rsidTr="009770A1">
        <w:trPr>
          <w:trHeight w:val="397"/>
        </w:trPr>
        <w:tc>
          <w:tcPr>
            <w:tcW w:w="2359" w:type="pct"/>
          </w:tcPr>
          <w:p w14:paraId="36F950F2" w14:textId="77777777" w:rsidR="0085747A" w:rsidRPr="009234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A32211" w14:textId="5594D00E" w:rsidR="0085747A" w:rsidRPr="009234BC" w:rsidRDefault="009770A1" w:rsidP="00041C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D16F78" w14:textId="77777777" w:rsidR="003E1941" w:rsidRPr="009234B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AE08BC" w14:textId="77777777" w:rsidR="0085747A" w:rsidRPr="009234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7. </w:t>
      </w:r>
      <w:r w:rsidR="0085747A" w:rsidRPr="009234BC">
        <w:rPr>
          <w:rFonts w:ascii="Corbel" w:hAnsi="Corbel"/>
          <w:smallCaps w:val="0"/>
          <w:szCs w:val="24"/>
        </w:rPr>
        <w:t>LITERATURA</w:t>
      </w:r>
    </w:p>
    <w:p w14:paraId="189212B4" w14:textId="77777777" w:rsidR="00675843" w:rsidRPr="009234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234BC" w14:paraId="704CC3F3" w14:textId="77777777" w:rsidTr="78083821">
        <w:trPr>
          <w:trHeight w:val="397"/>
        </w:trPr>
        <w:tc>
          <w:tcPr>
            <w:tcW w:w="5000" w:type="pct"/>
          </w:tcPr>
          <w:p w14:paraId="2DB59A87" w14:textId="1896E486" w:rsidR="009770A1" w:rsidRPr="009234BC" w:rsidRDefault="4E13F60D" w:rsidP="78083821">
            <w:pPr>
              <w:pStyle w:val="Punktygwne"/>
              <w:spacing w:before="0" w:after="0"/>
              <w:jc w:val="both"/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Literatura podstawowa:</w:t>
            </w:r>
          </w:p>
          <w:p w14:paraId="599A5CB5" w14:textId="14C7BCF2" w:rsidR="009770A1" w:rsidRPr="009234BC" w:rsidRDefault="4E13F60D" w:rsidP="7808382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Cicha A., Zasiewska K., Rachunkowość dla samodzielnych księgowych – ujęcie praktyczne, Stowarzyszenie Księgowych w Polsce, Warszawa 2017.</w:t>
            </w:r>
          </w:p>
          <w:p w14:paraId="006A938C" w14:textId="2553591B" w:rsidR="009770A1" w:rsidRPr="009234BC" w:rsidRDefault="4E13F60D" w:rsidP="7808382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Świderska G.K., Koszt wytworzenia jako podstawa wyceny produktów, Stowarzyszenie Księgowych w Polsce, Warszawa 2017.</w:t>
            </w:r>
          </w:p>
          <w:p w14:paraId="36E452E4" w14:textId="2111EADB" w:rsidR="009770A1" w:rsidRPr="009234BC" w:rsidRDefault="4E13F60D" w:rsidP="7808382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Rabiej E., Rachunek kosztów leczenia w aspekcie wyceny świadczeń zdrowotnych, Uniwersytet Rzeszowski, Rzeszów 2013.</w:t>
            </w:r>
          </w:p>
        </w:tc>
      </w:tr>
      <w:tr w:rsidR="0085747A" w:rsidRPr="009234BC" w14:paraId="25F6E9D9" w14:textId="77777777" w:rsidTr="78083821">
        <w:trPr>
          <w:trHeight w:val="397"/>
        </w:trPr>
        <w:tc>
          <w:tcPr>
            <w:tcW w:w="5000" w:type="pct"/>
          </w:tcPr>
          <w:p w14:paraId="29805B49" w14:textId="32DDD341" w:rsidR="009770A1" w:rsidRPr="009234BC" w:rsidRDefault="4E13F60D" w:rsidP="78083821">
            <w:pPr>
              <w:pStyle w:val="Punktygwne"/>
              <w:spacing w:before="0" w:after="0"/>
              <w:jc w:val="both"/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Literatura uzupełniająca: </w:t>
            </w:r>
          </w:p>
          <w:p w14:paraId="3D768012" w14:textId="6FB7C703" w:rsidR="009770A1" w:rsidRPr="009234BC" w:rsidRDefault="4E13F60D" w:rsidP="78083821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Świderska G.K., Controlling kosztów i rachunkowość zarządcza, Difin, Warszawa 2017.</w:t>
            </w:r>
          </w:p>
          <w:p w14:paraId="45797FFD" w14:textId="74CF1B0F" w:rsidR="009770A1" w:rsidRPr="009234BC" w:rsidRDefault="4E13F60D" w:rsidP="78083821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Cicha A., Zasiewska K., Zbiór zadań z rachunkowości dla samodzielnych księgowych – ujęcie praktyczne, Stowarzyszenie Księgowych w Polsce, Warszawa 2017.</w:t>
            </w:r>
          </w:p>
          <w:p w14:paraId="4C063A49" w14:textId="361E4EE5" w:rsidR="009770A1" w:rsidRPr="009234BC" w:rsidRDefault="4E13F60D" w:rsidP="78083821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b w:val="0"/>
                <w:color w:val="000000" w:themeColor="text1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Trentowska M., Zbiór zadań z rachunku kosztów, podstaw rachunkowości zarządczej i zarządzania finansami, Stowarzyszenie Księgowych w Polsce, Warszawa 2018.</w:t>
            </w:r>
          </w:p>
        </w:tc>
      </w:tr>
    </w:tbl>
    <w:p w14:paraId="0C75EFD2" w14:textId="77777777" w:rsidR="0085747A" w:rsidRPr="009234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7DF16E" w14:textId="77777777" w:rsidR="0085747A" w:rsidRPr="009234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A3CDE5" w14:textId="77777777" w:rsidR="0085747A" w:rsidRPr="00A6349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234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6349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9C0C7E" w14:textId="77777777" w:rsidR="00490AB2" w:rsidRDefault="00490AB2" w:rsidP="00C16ABF">
      <w:pPr>
        <w:spacing w:after="0" w:line="240" w:lineRule="auto"/>
      </w:pPr>
      <w:r>
        <w:separator/>
      </w:r>
    </w:p>
  </w:endnote>
  <w:endnote w:type="continuationSeparator" w:id="0">
    <w:p w14:paraId="45DD9597" w14:textId="77777777" w:rsidR="00490AB2" w:rsidRDefault="00490A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828F26" w14:textId="77777777" w:rsidR="00490AB2" w:rsidRDefault="00490AB2" w:rsidP="00C16ABF">
      <w:pPr>
        <w:spacing w:after="0" w:line="240" w:lineRule="auto"/>
      </w:pPr>
      <w:r>
        <w:separator/>
      </w:r>
    </w:p>
  </w:footnote>
  <w:footnote w:type="continuationSeparator" w:id="0">
    <w:p w14:paraId="1260D943" w14:textId="77777777" w:rsidR="00490AB2" w:rsidRDefault="00490AB2" w:rsidP="00C16ABF">
      <w:pPr>
        <w:spacing w:after="0" w:line="240" w:lineRule="auto"/>
      </w:pPr>
      <w:r>
        <w:continuationSeparator/>
      </w:r>
    </w:p>
  </w:footnote>
  <w:footnote w:id="1">
    <w:p w14:paraId="5B0B00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9637FE"/>
    <w:multiLevelType w:val="hybridMultilevel"/>
    <w:tmpl w:val="7FAC6ACE"/>
    <w:lvl w:ilvl="0" w:tplc="DF74F91C">
      <w:start w:val="1"/>
      <w:numFmt w:val="decimal"/>
      <w:lvlText w:val="%1."/>
      <w:lvlJc w:val="left"/>
      <w:pPr>
        <w:ind w:left="360" w:hanging="360"/>
      </w:pPr>
    </w:lvl>
    <w:lvl w:ilvl="1" w:tplc="2ECCBD20">
      <w:start w:val="1"/>
      <w:numFmt w:val="lowerLetter"/>
      <w:lvlText w:val="%2."/>
      <w:lvlJc w:val="left"/>
      <w:pPr>
        <w:ind w:left="1080" w:hanging="360"/>
      </w:pPr>
    </w:lvl>
    <w:lvl w:ilvl="2" w:tplc="18F240D4">
      <w:start w:val="1"/>
      <w:numFmt w:val="lowerRoman"/>
      <w:lvlText w:val="%3."/>
      <w:lvlJc w:val="right"/>
      <w:pPr>
        <w:ind w:left="1800" w:hanging="180"/>
      </w:pPr>
    </w:lvl>
    <w:lvl w:ilvl="3" w:tplc="8CA2CF3C">
      <w:start w:val="1"/>
      <w:numFmt w:val="decimal"/>
      <w:lvlText w:val="%4."/>
      <w:lvlJc w:val="left"/>
      <w:pPr>
        <w:ind w:left="2520" w:hanging="360"/>
      </w:pPr>
    </w:lvl>
    <w:lvl w:ilvl="4" w:tplc="F05C7884">
      <w:start w:val="1"/>
      <w:numFmt w:val="lowerLetter"/>
      <w:lvlText w:val="%5."/>
      <w:lvlJc w:val="left"/>
      <w:pPr>
        <w:ind w:left="3240" w:hanging="360"/>
      </w:pPr>
    </w:lvl>
    <w:lvl w:ilvl="5" w:tplc="CC625B34">
      <w:start w:val="1"/>
      <w:numFmt w:val="lowerRoman"/>
      <w:lvlText w:val="%6."/>
      <w:lvlJc w:val="right"/>
      <w:pPr>
        <w:ind w:left="3960" w:hanging="180"/>
      </w:pPr>
    </w:lvl>
    <w:lvl w:ilvl="6" w:tplc="72083534">
      <w:start w:val="1"/>
      <w:numFmt w:val="decimal"/>
      <w:lvlText w:val="%7."/>
      <w:lvlJc w:val="left"/>
      <w:pPr>
        <w:ind w:left="4680" w:hanging="360"/>
      </w:pPr>
    </w:lvl>
    <w:lvl w:ilvl="7" w:tplc="862A62B0">
      <w:start w:val="1"/>
      <w:numFmt w:val="lowerLetter"/>
      <w:lvlText w:val="%8."/>
      <w:lvlJc w:val="left"/>
      <w:pPr>
        <w:ind w:left="5400" w:hanging="360"/>
      </w:pPr>
    </w:lvl>
    <w:lvl w:ilvl="8" w:tplc="8A06985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551DE7"/>
    <w:multiLevelType w:val="hybridMultilevel"/>
    <w:tmpl w:val="994C8656"/>
    <w:lvl w:ilvl="0" w:tplc="707E2BE6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59D811B4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 w:tplc="814E212A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 w:tplc="AD7E5D2C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 w:tplc="E38E6956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 w:tplc="609A80DC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 w:tplc="07D03628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 w:tplc="137E05D8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 w:tplc="9E9072FE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27885200"/>
    <w:multiLevelType w:val="hybridMultilevel"/>
    <w:tmpl w:val="881AC6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815DC"/>
    <w:multiLevelType w:val="hybridMultilevel"/>
    <w:tmpl w:val="B4361B54"/>
    <w:lvl w:ilvl="0" w:tplc="E42CECF4">
      <w:start w:val="1"/>
      <w:numFmt w:val="decimal"/>
      <w:lvlText w:val="%1."/>
      <w:lvlJc w:val="left"/>
      <w:pPr>
        <w:ind w:left="720" w:hanging="360"/>
      </w:pPr>
    </w:lvl>
    <w:lvl w:ilvl="1" w:tplc="E17E2304">
      <w:start w:val="1"/>
      <w:numFmt w:val="lowerLetter"/>
      <w:lvlText w:val="%2."/>
      <w:lvlJc w:val="left"/>
      <w:pPr>
        <w:ind w:left="1440" w:hanging="360"/>
      </w:pPr>
    </w:lvl>
    <w:lvl w:ilvl="2" w:tplc="9882608C">
      <w:start w:val="1"/>
      <w:numFmt w:val="lowerRoman"/>
      <w:lvlText w:val="%3."/>
      <w:lvlJc w:val="right"/>
      <w:pPr>
        <w:ind w:left="2160" w:hanging="180"/>
      </w:pPr>
    </w:lvl>
    <w:lvl w:ilvl="3" w:tplc="51B01D60">
      <w:start w:val="1"/>
      <w:numFmt w:val="decimal"/>
      <w:lvlText w:val="%4."/>
      <w:lvlJc w:val="left"/>
      <w:pPr>
        <w:ind w:left="2880" w:hanging="360"/>
      </w:pPr>
    </w:lvl>
    <w:lvl w:ilvl="4" w:tplc="2D6CF034">
      <w:start w:val="1"/>
      <w:numFmt w:val="lowerLetter"/>
      <w:lvlText w:val="%5."/>
      <w:lvlJc w:val="left"/>
      <w:pPr>
        <w:ind w:left="3600" w:hanging="360"/>
      </w:pPr>
    </w:lvl>
    <w:lvl w:ilvl="5" w:tplc="B02C1260">
      <w:start w:val="1"/>
      <w:numFmt w:val="lowerRoman"/>
      <w:lvlText w:val="%6."/>
      <w:lvlJc w:val="right"/>
      <w:pPr>
        <w:ind w:left="4320" w:hanging="180"/>
      </w:pPr>
    </w:lvl>
    <w:lvl w:ilvl="6" w:tplc="5BB0D10A">
      <w:start w:val="1"/>
      <w:numFmt w:val="decimal"/>
      <w:lvlText w:val="%7."/>
      <w:lvlJc w:val="left"/>
      <w:pPr>
        <w:ind w:left="5040" w:hanging="360"/>
      </w:pPr>
    </w:lvl>
    <w:lvl w:ilvl="7" w:tplc="027A575E">
      <w:start w:val="1"/>
      <w:numFmt w:val="lowerLetter"/>
      <w:lvlText w:val="%8."/>
      <w:lvlJc w:val="left"/>
      <w:pPr>
        <w:ind w:left="5760" w:hanging="360"/>
      </w:pPr>
    </w:lvl>
    <w:lvl w:ilvl="8" w:tplc="44C6B03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DA2328"/>
    <w:multiLevelType w:val="hybridMultilevel"/>
    <w:tmpl w:val="263E8F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1C2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E34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38E6"/>
    <w:rsid w:val="00192F37"/>
    <w:rsid w:val="001A70D2"/>
    <w:rsid w:val="001B371E"/>
    <w:rsid w:val="001D29BE"/>
    <w:rsid w:val="001D657B"/>
    <w:rsid w:val="001D7B54"/>
    <w:rsid w:val="001E0209"/>
    <w:rsid w:val="001F2CA2"/>
    <w:rsid w:val="00200396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6B16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96C"/>
    <w:rsid w:val="00346FE9"/>
    <w:rsid w:val="0034759A"/>
    <w:rsid w:val="003503F6"/>
    <w:rsid w:val="003530DD"/>
    <w:rsid w:val="00363F78"/>
    <w:rsid w:val="00377276"/>
    <w:rsid w:val="00385A0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AB2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C5F"/>
    <w:rsid w:val="00696477"/>
    <w:rsid w:val="006B4CD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5EA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ED"/>
    <w:rsid w:val="008D3DFB"/>
    <w:rsid w:val="008E64F4"/>
    <w:rsid w:val="008F12C9"/>
    <w:rsid w:val="008F6E29"/>
    <w:rsid w:val="00916188"/>
    <w:rsid w:val="009234BC"/>
    <w:rsid w:val="00923D7D"/>
    <w:rsid w:val="00936C73"/>
    <w:rsid w:val="009508DF"/>
    <w:rsid w:val="00950DAC"/>
    <w:rsid w:val="00954A07"/>
    <w:rsid w:val="009770A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3E97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49E"/>
    <w:rsid w:val="00A84C85"/>
    <w:rsid w:val="00A97DE1"/>
    <w:rsid w:val="00AB053C"/>
    <w:rsid w:val="00AB7A41"/>
    <w:rsid w:val="00AD1146"/>
    <w:rsid w:val="00AD27D3"/>
    <w:rsid w:val="00AD66D6"/>
    <w:rsid w:val="00AE1160"/>
    <w:rsid w:val="00AE203C"/>
    <w:rsid w:val="00AE2E74"/>
    <w:rsid w:val="00AE5FCB"/>
    <w:rsid w:val="00AF2C1E"/>
    <w:rsid w:val="00B01EC0"/>
    <w:rsid w:val="00B06142"/>
    <w:rsid w:val="00B135B1"/>
    <w:rsid w:val="00B2215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2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324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7C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273B5B4B"/>
    <w:rsid w:val="3F22FEE4"/>
    <w:rsid w:val="4E13F60D"/>
    <w:rsid w:val="78083821"/>
    <w:rsid w:val="7D929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E3F1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4C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4C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4CD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4C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4CD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AFCF4-2FB9-49FE-B020-A1F6C398BB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74E0E5-B4AD-4A92-9C97-4D0309961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0DA7F9-0BF2-4115-9475-9C06AFCF3D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6D3929-E2A3-4974-98A1-465F08865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837</Words>
  <Characters>5027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2020-10-22T11:04:00Z</cp:lastPrinted>
  <dcterms:created xsi:type="dcterms:W3CDTF">2020-12-13T20:19:00Z</dcterms:created>
  <dcterms:modified xsi:type="dcterms:W3CDTF">2020-12-13T20:20:00Z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